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F3E" w:rsidRPr="00774BF7" w:rsidRDefault="002D5F3E" w:rsidP="00A17D2F">
      <w:pPr>
        <w:spacing w:line="400" w:lineRule="exact"/>
        <w:rPr>
          <w:rFonts w:ascii="黑体" w:eastAsia="黑体"/>
          <w:sz w:val="32"/>
          <w:szCs w:val="32"/>
        </w:rPr>
      </w:pPr>
      <w:r w:rsidRPr="00774BF7">
        <w:rPr>
          <w:rFonts w:ascii="黑体" w:eastAsia="黑体" w:hint="eastAsia"/>
          <w:sz w:val="32"/>
          <w:szCs w:val="32"/>
        </w:rPr>
        <w:t>附件</w:t>
      </w:r>
      <w:r w:rsidRPr="00774BF7">
        <w:rPr>
          <w:rFonts w:ascii="黑体" w:eastAsia="黑体"/>
          <w:sz w:val="32"/>
          <w:szCs w:val="32"/>
        </w:rPr>
        <w:t>3</w:t>
      </w:r>
    </w:p>
    <w:p w:rsidR="002D5F3E" w:rsidRDefault="002D5F3E" w:rsidP="00685428">
      <w:pPr>
        <w:spacing w:line="400" w:lineRule="exact"/>
        <w:jc w:val="center"/>
        <w:rPr>
          <w:b/>
          <w:sz w:val="36"/>
          <w:szCs w:val="36"/>
        </w:rPr>
      </w:pPr>
    </w:p>
    <w:p w:rsidR="002D5F3E" w:rsidRPr="00011040" w:rsidRDefault="002D5F3E" w:rsidP="00011040">
      <w:pPr>
        <w:spacing w:line="440" w:lineRule="exact"/>
        <w:jc w:val="center"/>
        <w:rPr>
          <w:b/>
          <w:sz w:val="44"/>
          <w:szCs w:val="44"/>
        </w:rPr>
      </w:pPr>
      <w:r w:rsidRPr="00011040">
        <w:rPr>
          <w:rFonts w:hint="eastAsia"/>
          <w:b/>
          <w:sz w:val="44"/>
          <w:szCs w:val="44"/>
        </w:rPr>
        <w:t>农村宅基地和建房（规划许可）审批表</w:t>
      </w:r>
    </w:p>
    <w:tbl>
      <w:tblPr>
        <w:tblpPr w:leftFromText="180" w:rightFromText="180" w:vertAnchor="page" w:horzAnchor="margin" w:tblpXSpec="center" w:tblpY="3191"/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 w:rsidR="002D5F3E" w:rsidRPr="00770291" w:rsidTr="00BC3C0A">
        <w:trPr>
          <w:trHeight w:val="558"/>
        </w:trPr>
        <w:tc>
          <w:tcPr>
            <w:tcW w:w="950" w:type="dxa"/>
            <w:gridSpan w:val="2"/>
            <w:vMerge w:val="restart"/>
            <w:vAlign w:val="center"/>
          </w:tcPr>
          <w:p w:rsidR="002D5F3E" w:rsidRPr="00770291" w:rsidRDefault="002D5F3E" w:rsidP="00BC3C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770291"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712" w:type="dxa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家庭住址</w:t>
            </w:r>
          </w:p>
        </w:tc>
        <w:tc>
          <w:tcPr>
            <w:tcW w:w="2224" w:type="dxa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申请理由</w:t>
            </w:r>
          </w:p>
        </w:tc>
      </w:tr>
      <w:tr w:rsidR="002D5F3E" w:rsidRPr="00770291" w:rsidTr="00BC3C0A">
        <w:trPr>
          <w:trHeight w:hRule="exact" w:val="477"/>
        </w:trPr>
        <w:tc>
          <w:tcPr>
            <w:tcW w:w="950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sz w:val="20"/>
              </w:rPr>
            </w:pPr>
          </w:p>
        </w:tc>
        <w:tc>
          <w:tcPr>
            <w:tcW w:w="1279" w:type="dxa"/>
            <w:gridSpan w:val="3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2D5F3E" w:rsidRPr="00770291" w:rsidTr="00BC3C0A">
        <w:trPr>
          <w:trHeight w:val="385"/>
        </w:trPr>
        <w:tc>
          <w:tcPr>
            <w:tcW w:w="950" w:type="dxa"/>
            <w:gridSpan w:val="2"/>
            <w:vMerge w:val="restart"/>
            <w:vAlign w:val="center"/>
          </w:tcPr>
          <w:p w:rsidR="002D5F3E" w:rsidRPr="00770291" w:rsidRDefault="002D5F3E" w:rsidP="00BB7902"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770291">
              <w:rPr>
                <w:rFonts w:ascii="仿宋_GB2312" w:eastAsia="仿宋_GB2312" w:cs="仿宋_GB2312" w:hint="eastAsia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/>
                <w:sz w:val="20"/>
                <w:szCs w:val="20"/>
              </w:rPr>
              <w:t xml:space="preserve">      m</w:t>
            </w:r>
            <w:r w:rsidRPr="00770291"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 w:rsidR="002D5F3E" w:rsidRPr="00770291" w:rsidRDefault="002D5F3E" w:rsidP="002D5F3E">
            <w:pPr>
              <w:spacing w:line="360" w:lineRule="auto"/>
              <w:ind w:firstLineChars="200" w:firstLine="31680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 w:rsidRPr="00770291"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 w:rsidR="002D5F3E" w:rsidRPr="00770291" w:rsidTr="00537AB9">
        <w:trPr>
          <w:trHeight w:val="449"/>
        </w:trPr>
        <w:tc>
          <w:tcPr>
            <w:tcW w:w="950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东至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南至</w:t>
            </w:r>
            <w:r w:rsidRPr="00770291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2224" w:type="dxa"/>
            <w:vMerge w:val="restart"/>
            <w:vAlign w:val="center"/>
          </w:tcPr>
          <w:p w:rsidR="002D5F3E" w:rsidRPr="00770291" w:rsidRDefault="002D5F3E" w:rsidP="00BC3C0A">
            <w:pPr>
              <w:spacing w:line="400" w:lineRule="exact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性质：</w:t>
            </w:r>
            <w:r w:rsidRPr="00770291">
              <w:rPr>
                <w:rFonts w:ascii="仿宋_GB2312" w:eastAsia="仿宋_GB2312" w:cs="仿宋_GB2312"/>
              </w:rPr>
              <w:t>1.</w:t>
            </w:r>
            <w:r w:rsidRPr="00770291">
              <w:rPr>
                <w:rFonts w:ascii="仿宋_GB2312" w:eastAsia="仿宋_GB2312" w:cs="仿宋_GB2312" w:hint="eastAsia"/>
              </w:rPr>
              <w:t>原址翻建</w:t>
            </w:r>
            <w:r w:rsidRPr="00770291">
              <w:rPr>
                <w:rFonts w:ascii="仿宋_GB2312" w:eastAsia="仿宋_GB2312" w:cs="仿宋_GB2312"/>
              </w:rPr>
              <w:t xml:space="preserve"> </w:t>
            </w:r>
          </w:p>
          <w:p w:rsidR="002D5F3E" w:rsidRPr="00770291" w:rsidRDefault="002D5F3E" w:rsidP="002D5F3E">
            <w:pPr>
              <w:spacing w:line="400" w:lineRule="exact"/>
              <w:ind w:firstLineChars="3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2.</w:t>
            </w:r>
            <w:r w:rsidRPr="00770291">
              <w:rPr>
                <w:rFonts w:ascii="仿宋_GB2312" w:eastAsia="仿宋_GB2312" w:cs="仿宋_GB2312" w:hint="eastAsia"/>
              </w:rPr>
              <w:t>改扩建</w:t>
            </w:r>
          </w:p>
          <w:p w:rsidR="002D5F3E" w:rsidRPr="00770291" w:rsidRDefault="002D5F3E" w:rsidP="002D5F3E">
            <w:pPr>
              <w:spacing w:line="400" w:lineRule="exact"/>
              <w:ind w:firstLineChars="3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3.</w:t>
            </w:r>
            <w:r w:rsidRPr="00770291">
              <w:rPr>
                <w:rFonts w:ascii="仿宋_GB2312" w:eastAsia="仿宋_GB2312" w:cs="仿宋_GB2312" w:hint="eastAsia"/>
              </w:rPr>
              <w:t>异址新建</w:t>
            </w:r>
          </w:p>
        </w:tc>
      </w:tr>
      <w:tr w:rsidR="002D5F3E" w:rsidRPr="00770291" w:rsidTr="00BC3C0A">
        <w:trPr>
          <w:trHeight w:val="450"/>
        </w:trPr>
        <w:tc>
          <w:tcPr>
            <w:tcW w:w="950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7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西至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北至</w:t>
            </w:r>
            <w:r w:rsidRPr="00770291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2224" w:type="dxa"/>
            <w:vMerge/>
            <w:vAlign w:val="center"/>
          </w:tcPr>
          <w:p w:rsidR="002D5F3E" w:rsidRPr="00770291" w:rsidRDefault="002D5F3E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2D5F3E" w:rsidRPr="00770291" w:rsidTr="00BC3C0A">
        <w:trPr>
          <w:trHeight w:val="480"/>
        </w:trPr>
        <w:tc>
          <w:tcPr>
            <w:tcW w:w="950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1.</w:t>
            </w:r>
            <w:r w:rsidRPr="00770291">
              <w:rPr>
                <w:rFonts w:ascii="仿宋_GB2312" w:eastAsia="仿宋_GB2312" w:cs="仿宋_GB2312" w:hint="eastAsia"/>
              </w:rPr>
              <w:t>建设用地</w:t>
            </w:r>
            <w:r w:rsidRPr="00770291">
              <w:rPr>
                <w:rFonts w:ascii="仿宋_GB2312" w:eastAsia="仿宋_GB2312" w:cs="仿宋_GB2312"/>
              </w:rPr>
              <w:t xml:space="preserve">      2.</w:t>
            </w:r>
            <w:r w:rsidRPr="00770291">
              <w:rPr>
                <w:rFonts w:ascii="仿宋_GB2312" w:eastAsia="仿宋_GB2312" w:cs="仿宋_GB2312" w:hint="eastAsia"/>
              </w:rPr>
              <w:t>未利用地</w:t>
            </w:r>
            <w:r w:rsidRPr="00770291">
              <w:rPr>
                <w:rFonts w:ascii="仿宋_GB2312" w:eastAsia="仿宋_GB2312" w:cs="仿宋_GB2312"/>
              </w:rPr>
              <w:t xml:space="preserve">      </w:t>
            </w:r>
          </w:p>
          <w:p w:rsidR="002D5F3E" w:rsidRPr="00770291" w:rsidRDefault="002D5F3E" w:rsidP="000000EB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3.</w:t>
            </w:r>
            <w:r w:rsidRPr="00770291">
              <w:rPr>
                <w:rFonts w:ascii="仿宋_GB2312" w:eastAsia="仿宋_GB2312" w:cs="仿宋_GB2312" w:hint="eastAsia"/>
              </w:rPr>
              <w:t>农用地（耕地、林地、草地、其它</w:t>
            </w:r>
            <w:r w:rsidRPr="00770291">
              <w:rPr>
                <w:rFonts w:ascii="仿宋_GB2312" w:eastAsia="仿宋_GB2312" w:cs="仿宋_GB2312"/>
                <w:u w:val="single"/>
              </w:rPr>
              <w:t xml:space="preserve">       </w:t>
            </w:r>
            <w:r w:rsidRPr="00770291"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2224" w:type="dxa"/>
            <w:vMerge/>
            <w:vAlign w:val="center"/>
          </w:tcPr>
          <w:p w:rsidR="002D5F3E" w:rsidRPr="00770291" w:rsidRDefault="002D5F3E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2D5F3E" w:rsidRPr="00770291" w:rsidTr="00BC3C0A">
        <w:trPr>
          <w:trHeight w:val="523"/>
        </w:trPr>
        <w:tc>
          <w:tcPr>
            <w:tcW w:w="950" w:type="dxa"/>
            <w:gridSpan w:val="2"/>
            <w:vMerge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183" w:type="dxa"/>
            <w:gridSpan w:val="10"/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4994" w:type="pct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53"/>
              <w:gridCol w:w="1559"/>
              <w:gridCol w:w="1132"/>
              <w:gridCol w:w="1416"/>
              <w:gridCol w:w="1211"/>
              <w:gridCol w:w="1076"/>
            </w:tblGrid>
            <w:tr w:rsidR="002D5F3E" w:rsidRPr="00770291" w:rsidTr="002B79F7">
              <w:trPr>
                <w:trHeight w:val="458"/>
              </w:trPr>
              <w:tc>
                <w:tcPr>
                  <w:tcW w:w="9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住房建筑面积</w:t>
                  </w:r>
                </w:p>
              </w:tc>
              <w:tc>
                <w:tcPr>
                  <w:tcW w:w="9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2D5F3E">
                  <w:pPr>
                    <w:spacing w:line="380" w:lineRule="exact"/>
                    <w:ind w:firstLineChars="500" w:firstLine="31680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 w:rsidRPr="00770291"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7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建筑层数</w:t>
                  </w: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</w:rPr>
                    <w:t xml:space="preserve">        </w:t>
                  </w:r>
                  <w:r w:rsidRPr="00770291">
                    <w:rPr>
                      <w:rFonts w:ascii="仿宋_GB2312" w:eastAsia="仿宋_GB2312" w:cs="仿宋_GB2312" w:hint="eastAsia"/>
                    </w:rPr>
                    <w:t>层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建筑高度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5F3E" w:rsidRPr="00770291" w:rsidRDefault="002D5F3E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</w:rPr>
                    <w:t xml:space="preserve">    </w:t>
                  </w:r>
                  <w:r w:rsidRPr="00770291">
                    <w:rPr>
                      <w:rFonts w:ascii="仿宋_GB2312" w:eastAsia="仿宋_GB2312" w:cs="仿宋_GB2312"/>
                      <w:szCs w:val="21"/>
                    </w:rPr>
                    <w:t xml:space="preserve">  m</w:t>
                  </w:r>
                  <w:r w:rsidRPr="00770291"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 w:rsidR="002D5F3E" w:rsidRPr="00770291" w:rsidRDefault="002D5F3E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2D5F3E" w:rsidRPr="00770291" w:rsidTr="00BC3C0A">
        <w:trPr>
          <w:trHeight w:val="2108"/>
        </w:trPr>
        <w:tc>
          <w:tcPr>
            <w:tcW w:w="1528" w:type="dxa"/>
            <w:gridSpan w:val="3"/>
            <w:tcBorders>
              <w:top w:val="nil"/>
            </w:tcBorders>
            <w:vAlign w:val="center"/>
          </w:tcPr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自然资源</w:t>
            </w:r>
          </w:p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部门意见</w:t>
            </w:r>
          </w:p>
          <w:p w:rsidR="002D5F3E" w:rsidRPr="00770291" w:rsidRDefault="002D5F3E" w:rsidP="002D5F3E">
            <w:pPr>
              <w:spacing w:line="360" w:lineRule="auto"/>
              <w:ind w:firstLineChars="26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</w:t>
            </w:r>
          </w:p>
        </w:tc>
        <w:tc>
          <w:tcPr>
            <w:tcW w:w="7605" w:type="dxa"/>
            <w:gridSpan w:val="9"/>
            <w:tcBorders>
              <w:top w:val="nil"/>
            </w:tcBorders>
            <w:vAlign w:val="center"/>
          </w:tcPr>
          <w:p w:rsidR="002D5F3E" w:rsidRPr="00770291" w:rsidRDefault="002D5F3E" w:rsidP="000000EB">
            <w:pPr>
              <w:spacing w:line="460" w:lineRule="exact"/>
              <w:rPr>
                <w:rFonts w:ascii="仿宋_GB2312" w:eastAsia="仿宋_GB2312" w:cs="仿宋_GB2312"/>
              </w:rPr>
            </w:pPr>
          </w:p>
          <w:p w:rsidR="002D5F3E" w:rsidRPr="00770291" w:rsidRDefault="002D5F3E" w:rsidP="000000EB">
            <w:pPr>
              <w:spacing w:line="460" w:lineRule="exact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spacing w:line="460" w:lineRule="exact"/>
              <w:ind w:firstLineChars="11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>)</w:t>
            </w:r>
          </w:p>
          <w:p w:rsidR="002D5F3E" w:rsidRPr="00770291" w:rsidRDefault="002D5F3E" w:rsidP="002D5F3E">
            <w:pPr>
              <w:spacing w:line="460" w:lineRule="exact"/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2D5F3E" w:rsidRPr="00770291" w:rsidTr="00BC3C0A">
        <w:trPr>
          <w:trHeight w:val="1693"/>
        </w:trPr>
        <w:tc>
          <w:tcPr>
            <w:tcW w:w="1528" w:type="dxa"/>
            <w:gridSpan w:val="3"/>
            <w:vAlign w:val="center"/>
          </w:tcPr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其他部门</w:t>
            </w:r>
          </w:p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意见</w:t>
            </w:r>
          </w:p>
          <w:p w:rsidR="002D5F3E" w:rsidRPr="00770291" w:rsidRDefault="002D5F3E" w:rsidP="002D5F3E">
            <w:pPr>
              <w:spacing w:line="360" w:lineRule="auto"/>
              <w:ind w:firstLineChars="1100" w:firstLine="31680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9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2D5F3E" w:rsidRPr="00770291" w:rsidTr="00BC3C0A">
        <w:trPr>
          <w:trHeight w:val="1975"/>
        </w:trPr>
        <w:tc>
          <w:tcPr>
            <w:tcW w:w="1528" w:type="dxa"/>
            <w:gridSpan w:val="3"/>
            <w:vAlign w:val="center"/>
          </w:tcPr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农业农村部</w:t>
            </w:r>
          </w:p>
          <w:p w:rsidR="002D5F3E" w:rsidRPr="00770291" w:rsidRDefault="002D5F3E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门审查意见</w:t>
            </w:r>
          </w:p>
        </w:tc>
        <w:tc>
          <w:tcPr>
            <w:tcW w:w="7605" w:type="dxa"/>
            <w:gridSpan w:val="9"/>
            <w:vAlign w:val="center"/>
          </w:tcPr>
          <w:p w:rsidR="002D5F3E" w:rsidRPr="00770291" w:rsidRDefault="002D5F3E" w:rsidP="00BC3C0A">
            <w:pPr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250" w:firstLine="31680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2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 xml:space="preserve">)  </w:t>
            </w:r>
          </w:p>
          <w:p w:rsidR="002D5F3E" w:rsidRPr="00770291" w:rsidRDefault="002D5F3E" w:rsidP="002D5F3E">
            <w:pPr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  <w:r w:rsidRPr="00770291">
              <w:rPr>
                <w:rFonts w:ascii="仿宋_GB2312" w:eastAsia="仿宋_GB2312" w:cs="仿宋_GB2312"/>
              </w:rPr>
              <w:t xml:space="preserve"> </w:t>
            </w:r>
          </w:p>
        </w:tc>
      </w:tr>
      <w:tr w:rsidR="002D5F3E" w:rsidRPr="00770291" w:rsidTr="00BC3C0A">
        <w:trPr>
          <w:trHeight w:val="1783"/>
        </w:trPr>
        <w:tc>
          <w:tcPr>
            <w:tcW w:w="1528" w:type="dxa"/>
            <w:gridSpan w:val="3"/>
            <w:vAlign w:val="center"/>
          </w:tcPr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乡镇政府审</w:t>
            </w:r>
          </w:p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核批准意见</w:t>
            </w:r>
          </w:p>
        </w:tc>
        <w:tc>
          <w:tcPr>
            <w:tcW w:w="7605" w:type="dxa"/>
            <w:gridSpan w:val="9"/>
            <w:vAlign w:val="center"/>
          </w:tcPr>
          <w:p w:rsidR="002D5F3E" w:rsidRPr="00770291" w:rsidRDefault="002D5F3E" w:rsidP="002D5F3E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2D5F3E" w:rsidRPr="00770291" w:rsidRDefault="002D5F3E" w:rsidP="002D5F3E">
            <w:pPr>
              <w:ind w:firstLineChars="11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>)</w:t>
            </w:r>
          </w:p>
          <w:p w:rsidR="002D5F3E" w:rsidRPr="00770291" w:rsidRDefault="002D5F3E" w:rsidP="002D5F3E">
            <w:pPr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2D5F3E" w:rsidRPr="00770291" w:rsidTr="00BC3C0A">
        <w:trPr>
          <w:trHeight w:val="10780"/>
        </w:trPr>
        <w:tc>
          <w:tcPr>
            <w:tcW w:w="639" w:type="dxa"/>
            <w:vMerge w:val="restart"/>
            <w:vAlign w:val="center"/>
          </w:tcPr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  <w:r w:rsidRPr="00770291">
              <w:rPr>
                <w:rFonts w:ascii="仿宋_GB2312" w:eastAsia="仿宋_GB2312" w:cs="仿宋_GB2312" w:hint="eastAsia"/>
                <w:sz w:val="24"/>
              </w:rPr>
              <w:t>宅基地坐落平面位置图</w:t>
            </w:r>
          </w:p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2D5F3E" w:rsidRPr="00770291" w:rsidTr="00BC3C0A">
        <w:trPr>
          <w:trHeight w:val="580"/>
        </w:trPr>
        <w:tc>
          <w:tcPr>
            <w:tcW w:w="639" w:type="dxa"/>
            <w:vMerge/>
            <w:vAlign w:val="center"/>
          </w:tcPr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现场踏勘人员：</w:t>
            </w:r>
            <w:r w:rsidRPr="00770291">
              <w:rPr>
                <w:rFonts w:ascii="仿宋_GB2312" w:eastAsia="仿宋_GB2312" w:cs="仿宋_GB2312"/>
              </w:rPr>
              <w:t xml:space="preserve">                        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2D5F3E" w:rsidRPr="00770291" w:rsidTr="00BC3C0A">
        <w:trPr>
          <w:trHeight w:val="632"/>
        </w:trPr>
        <w:tc>
          <w:tcPr>
            <w:tcW w:w="639" w:type="dxa"/>
            <w:vMerge/>
            <w:vAlign w:val="center"/>
          </w:tcPr>
          <w:p w:rsidR="002D5F3E" w:rsidRPr="00770291" w:rsidRDefault="002D5F3E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制图人：</w:t>
            </w:r>
            <w:r w:rsidRPr="00770291">
              <w:rPr>
                <w:rFonts w:ascii="仿宋_GB2312" w:eastAsia="仿宋_GB2312" w:cs="仿宋_GB2312"/>
              </w:rPr>
              <w:t xml:space="preserve">                              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2D5F3E" w:rsidRPr="00770291" w:rsidTr="00BC3C0A">
        <w:trPr>
          <w:trHeight w:val="1050"/>
        </w:trPr>
        <w:tc>
          <w:tcPr>
            <w:tcW w:w="639" w:type="dxa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 w:rsidRPr="00770291">
              <w:rPr>
                <w:rFonts w:ascii="仿宋_GB2312" w:eastAsia="仿宋_GB2312" w:cs="仿宋_GB2312" w:hint="eastAsia"/>
              </w:rPr>
              <w:t>备注</w:t>
            </w:r>
          </w:p>
        </w:tc>
        <w:tc>
          <w:tcPr>
            <w:tcW w:w="8494" w:type="dxa"/>
            <w:gridSpan w:val="11"/>
            <w:vAlign w:val="center"/>
          </w:tcPr>
          <w:p w:rsidR="002D5F3E" w:rsidRPr="00770291" w:rsidRDefault="002D5F3E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图中需载明宅基地的具体位置、长宽、四至，并标明与永久性参照物的具体距离。</w:t>
            </w:r>
          </w:p>
        </w:tc>
      </w:tr>
    </w:tbl>
    <w:p w:rsidR="002D5F3E" w:rsidRDefault="002D5F3E" w:rsidP="00D332A2"/>
    <w:sectPr w:rsidR="002D5F3E" w:rsidSect="00CF1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F3E" w:rsidRDefault="002D5F3E" w:rsidP="0056675B">
      <w:r>
        <w:separator/>
      </w:r>
    </w:p>
  </w:endnote>
  <w:endnote w:type="continuationSeparator" w:id="0">
    <w:p w:rsidR="002D5F3E" w:rsidRDefault="002D5F3E" w:rsidP="00566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F3E" w:rsidRDefault="002D5F3E" w:rsidP="0056675B">
      <w:r>
        <w:separator/>
      </w:r>
    </w:p>
  </w:footnote>
  <w:footnote w:type="continuationSeparator" w:id="0">
    <w:p w:rsidR="002D5F3E" w:rsidRDefault="002D5F3E" w:rsidP="00566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C5269"/>
    <w:rsid w:val="001D2F52"/>
    <w:rsid w:val="0020515C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5F3E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85428"/>
    <w:rsid w:val="006D1AD1"/>
    <w:rsid w:val="006D7F8F"/>
    <w:rsid w:val="006F7B54"/>
    <w:rsid w:val="00701E8A"/>
    <w:rsid w:val="00707DD1"/>
    <w:rsid w:val="007236D2"/>
    <w:rsid w:val="00752157"/>
    <w:rsid w:val="00762C00"/>
    <w:rsid w:val="00770291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B06B7B"/>
    <w:rsid w:val="00B116E6"/>
    <w:rsid w:val="00B210E6"/>
    <w:rsid w:val="00B3375B"/>
    <w:rsid w:val="00B374E2"/>
    <w:rsid w:val="00B502C0"/>
    <w:rsid w:val="00B602DC"/>
    <w:rsid w:val="00B97578"/>
    <w:rsid w:val="00BB7902"/>
    <w:rsid w:val="00BC1750"/>
    <w:rsid w:val="00BC3C0A"/>
    <w:rsid w:val="00BC6734"/>
    <w:rsid w:val="00C009F7"/>
    <w:rsid w:val="00C06AB9"/>
    <w:rsid w:val="00C112A7"/>
    <w:rsid w:val="00C25940"/>
    <w:rsid w:val="00C5214E"/>
    <w:rsid w:val="00C657F1"/>
    <w:rsid w:val="00C66BA8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4847"/>
    <w:rsid w:val="00DA4583"/>
    <w:rsid w:val="00DA4D65"/>
    <w:rsid w:val="00DB2CD4"/>
    <w:rsid w:val="00DC4E4B"/>
    <w:rsid w:val="00DD61E4"/>
    <w:rsid w:val="00DF0122"/>
    <w:rsid w:val="00DF615C"/>
    <w:rsid w:val="00E07D2C"/>
    <w:rsid w:val="00E447F8"/>
    <w:rsid w:val="00E53B98"/>
    <w:rsid w:val="00E60314"/>
    <w:rsid w:val="00E76A27"/>
    <w:rsid w:val="00E876E5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774ED"/>
    <w:rsid w:val="00FF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61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6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675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6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675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118</Words>
  <Characters>675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张成</dc:creator>
  <cp:keywords/>
  <dc:description/>
  <cp:lastModifiedBy>lenovo</cp:lastModifiedBy>
  <cp:revision>2</cp:revision>
  <cp:lastPrinted>2019-12-12T01:43:00Z</cp:lastPrinted>
  <dcterms:created xsi:type="dcterms:W3CDTF">2020-03-19T09:17:00Z</dcterms:created>
  <dcterms:modified xsi:type="dcterms:W3CDTF">2020-03-19T09:17:00Z</dcterms:modified>
</cp:coreProperties>
</file>